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2E" w:rsidRPr="00671AA7" w:rsidRDefault="006B252E" w:rsidP="003D143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71AA7">
        <w:rPr>
          <w:rFonts w:ascii="Times New Roman" w:hAnsi="Times New Roman" w:cs="Times New Roman"/>
          <w:b/>
          <w:bCs/>
          <w:sz w:val="20"/>
          <w:szCs w:val="20"/>
          <w:u w:val="single"/>
        </w:rPr>
        <w:t>Eurpean Aggression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–  Disc 1 “How did we Get Here”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List at least two ways Americans got their news.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 xml:space="preserve">Whom did Germany want revenge against? 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List at least three countries that Germany occupied.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happened September 1</w:t>
      </w:r>
      <w:r w:rsidRPr="00671AA7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671AA7">
        <w:rPr>
          <w:rFonts w:ascii="Times New Roman" w:hAnsi="Times New Roman" w:cs="Times New Roman"/>
          <w:sz w:val="20"/>
          <w:szCs w:val="20"/>
        </w:rPr>
        <w:t>, 1939?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happened in June 1940?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How did Hitler attack great Britain?</w:t>
      </w:r>
    </w:p>
    <w:p w:rsidR="006B252E" w:rsidRPr="00671AA7" w:rsidRDefault="006B252E" w:rsidP="00C6737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Who was Hitler’s supposed ally?</w:t>
      </w:r>
    </w:p>
    <w:p w:rsidR="006B252E" w:rsidRPr="00671AA7" w:rsidRDefault="006B252E" w:rsidP="003D143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71AA7">
        <w:rPr>
          <w:rFonts w:ascii="Times New Roman" w:hAnsi="Times New Roman" w:cs="Times New Roman"/>
          <w:b/>
          <w:bCs/>
          <w:sz w:val="20"/>
          <w:szCs w:val="20"/>
          <w:u w:val="single"/>
        </w:rPr>
        <w:t>Pacific Aggression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– Disc 1 “How did we Get Here”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was the Japanese’s dream?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country did Japan attack first?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is the obstacle in Japan’s way in the Pacific Ocean?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did Hitler say about Americans?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did Japanese Prime Minister Hideki Tojo want to do to America?</w:t>
      </w:r>
    </w:p>
    <w:p w:rsidR="006B252E" w:rsidRPr="00671AA7" w:rsidRDefault="006B252E" w:rsidP="003D143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Disc 1 - </w:t>
      </w:r>
      <w:r w:rsidRPr="00671AA7">
        <w:rPr>
          <w:rFonts w:ascii="Times New Roman" w:hAnsi="Times New Roman" w:cs="Times New Roman"/>
          <w:b/>
          <w:bCs/>
          <w:sz w:val="20"/>
          <w:szCs w:val="20"/>
          <w:u w:val="single"/>
        </w:rPr>
        <w:t>Pearl Harbor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date did the attack on Pearl Harbor occur?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day of the week did the Pearl Harbor attack happen?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What time of day did the attack start?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How many battleships were sunk or badly damaged?</w:t>
      </w:r>
    </w:p>
    <w:p w:rsidR="006B252E" w:rsidRPr="00671AA7" w:rsidRDefault="006B252E" w:rsidP="00C6737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How many aircraft were destroyed?</w:t>
      </w:r>
    </w:p>
    <w:p w:rsidR="006B252E" w:rsidRDefault="006B252E" w:rsidP="00671AA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671AA7">
        <w:rPr>
          <w:rFonts w:ascii="Times New Roman" w:hAnsi="Times New Roman" w:cs="Times New Roman"/>
          <w:sz w:val="20"/>
          <w:szCs w:val="20"/>
        </w:rPr>
        <w:t>How many people died at Pearl Harbor?</w:t>
      </w:r>
    </w:p>
    <w:p w:rsidR="006B252E" w:rsidRPr="003D143C" w:rsidRDefault="006B252E" w:rsidP="003D143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D143C">
        <w:rPr>
          <w:rFonts w:ascii="Times New Roman" w:hAnsi="Times New Roman" w:cs="Times New Roman"/>
          <w:b/>
          <w:bCs/>
          <w:sz w:val="20"/>
          <w:szCs w:val="20"/>
          <w:u w:val="single"/>
        </w:rPr>
        <w:t>Iwo Jima – Disc 5 “There are no Civilians”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kind of plane was sent to Tokyo?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Why was Iwo Jima so important to both sides?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For how many days did American bombers drop bombs on Iwo Jima?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days of shellings from the navy did the island withstand?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part of the armed forces landed on February 19</w:t>
      </w:r>
      <w:r w:rsidRPr="003D143C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3D143C">
        <w:rPr>
          <w:rFonts w:ascii="Times New Roman" w:hAnsi="Times New Roman" w:cs="Times New Roman"/>
          <w:sz w:val="20"/>
          <w:szCs w:val="20"/>
        </w:rPr>
        <w:t>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Japanese were waiting on them and where were they hiding?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ship was Maurice Bell on?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escorted soldiers onto the island?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Americans died within the first 15 days?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long did the fighting on Iwo Jima last?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kinds of bombs were being used on Tokyo?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Americans died on Iwo Jima?</w:t>
      </w:r>
    </w:p>
    <w:p w:rsidR="006B252E" w:rsidRPr="003D143C" w:rsidRDefault="006B252E" w:rsidP="003D143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medals of honor were given for fighting on Iwo Jima?</w:t>
      </w:r>
    </w:p>
    <w:p w:rsidR="006B252E" w:rsidRPr="003D143C" w:rsidRDefault="006B252E" w:rsidP="003D143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D143C">
        <w:rPr>
          <w:rFonts w:ascii="Times New Roman" w:hAnsi="Times New Roman" w:cs="Times New Roman"/>
          <w:b/>
          <w:bCs/>
          <w:sz w:val="20"/>
          <w:szCs w:val="20"/>
          <w:u w:val="single"/>
        </w:rPr>
        <w:t>Atomic Bomb – Disc 6 “In an Instant”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was the item placed on the B-29 plane?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When did Truman give permission to use the bomb?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date did the bomb drop?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long did it take to hit the ground?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people were killed instantly?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people died from burns and radiation within a couple of days?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people died from radiation poisoning within the five years?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Did Japan surrender after the first bomb?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happened August 8</w:t>
      </w:r>
      <w:r w:rsidRPr="003D143C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3D143C">
        <w:rPr>
          <w:rFonts w:ascii="Times New Roman" w:hAnsi="Times New Roman" w:cs="Times New Roman"/>
          <w:sz w:val="20"/>
          <w:szCs w:val="20"/>
        </w:rPr>
        <w:t>, 1945?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What time did the bomb drop on August 9</w:t>
      </w:r>
      <w:r w:rsidRPr="003D143C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3D143C">
        <w:rPr>
          <w:rFonts w:ascii="Times New Roman" w:hAnsi="Times New Roman" w:cs="Times New Roman"/>
          <w:sz w:val="20"/>
          <w:szCs w:val="20"/>
        </w:rPr>
        <w:t xml:space="preserve"> 1945?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more atomic bombs did America have?</w:t>
      </w:r>
    </w:p>
    <w:p w:rsidR="006B252E" w:rsidRPr="003D143C" w:rsidRDefault="006B252E" w:rsidP="003D143C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D143C">
        <w:rPr>
          <w:rFonts w:ascii="Times New Roman" w:hAnsi="Times New Roman" w:cs="Times New Roman"/>
          <w:sz w:val="20"/>
          <w:szCs w:val="20"/>
        </w:rPr>
        <w:t>How many American lives were saved by not invading Japan?</w:t>
      </w:r>
    </w:p>
    <w:p w:rsidR="006B252E" w:rsidRDefault="006B252E" w:rsidP="00171925">
      <w:pPr>
        <w:pStyle w:val="ListParagraph"/>
        <w:spacing w:line="48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6B252E" w:rsidRPr="00712003" w:rsidRDefault="006B252E" w:rsidP="00712003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2003">
        <w:rPr>
          <w:rFonts w:ascii="Times New Roman" w:hAnsi="Times New Roman" w:cs="Times New Roman"/>
          <w:b/>
          <w:bCs/>
          <w:sz w:val="20"/>
          <w:szCs w:val="20"/>
          <w:u w:val="single"/>
        </w:rPr>
        <w:t>Disc 1 – Death March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soldiers were protecting the Bataan Peninsula?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did General MacArthur promise his troops?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Did he hold up to his promise?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How many soldiers were incapacitated? 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was the soldier’s knick name for General MacArthur?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did MacArthur say from Australia to his troops?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American and Pilipino troops surrendered to the Japanese?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did the Japanese think of soldiers who “surrendered”?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List a reason soldiers got beat.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did the convoy trucks do to soldiers who died?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long did Glenn Frazier march?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soldiers died along the march?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P.O.W. were held at camp McDonnell?</w:t>
      </w:r>
    </w:p>
    <w:p w:rsidR="006B252E" w:rsidRDefault="006B252E" w:rsidP="0071200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soldiers died there?</w:t>
      </w:r>
    </w:p>
    <w:p w:rsidR="006B252E" w:rsidRPr="00712003" w:rsidRDefault="006B252E" w:rsidP="00712003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2003">
        <w:rPr>
          <w:rFonts w:ascii="Times New Roman" w:hAnsi="Times New Roman" w:cs="Times New Roman"/>
          <w:b/>
          <w:bCs/>
          <w:sz w:val="20"/>
          <w:szCs w:val="20"/>
          <w:u w:val="single"/>
        </w:rPr>
        <w:t>Disc 5 – “It Happened”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did the soldiers do for fun during down time?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When did the soldiers believe they were on a crusade?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army first discovered the concentration (death) camps?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concentration camps had been liberated by 1945?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happened to the prisoners who ate the food from the American soldiers?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happened to the guards at the camp?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was happening at the insane asylum?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Who buried the victims of the concentration camp at Ludwicklust?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Jews in Europe were killed?</w:t>
      </w:r>
    </w:p>
    <w:p w:rsidR="006B252E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Polish people were killed in concentration camps?</w:t>
      </w:r>
    </w:p>
    <w:p w:rsidR="006B252E" w:rsidRPr="00671AA7" w:rsidRDefault="006B252E" w:rsidP="0071200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many Soviet P.O.W.’s people were killed in concentration camps?</w:t>
      </w:r>
    </w:p>
    <w:p w:rsidR="006B252E" w:rsidRPr="00671AA7" w:rsidRDefault="006B252E" w:rsidP="00171925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6B252E" w:rsidRPr="00671AA7" w:rsidSect="00057D5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52E" w:rsidRDefault="006B252E" w:rsidP="00C67373">
      <w:pPr>
        <w:spacing w:after="0" w:line="240" w:lineRule="auto"/>
      </w:pPr>
      <w:r>
        <w:separator/>
      </w:r>
    </w:p>
  </w:endnote>
  <w:endnote w:type="continuationSeparator" w:id="1">
    <w:p w:rsidR="006B252E" w:rsidRDefault="006B252E" w:rsidP="00C67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52E" w:rsidRDefault="006B252E" w:rsidP="00C67373">
      <w:pPr>
        <w:spacing w:after="0" w:line="240" w:lineRule="auto"/>
      </w:pPr>
      <w:r>
        <w:separator/>
      </w:r>
    </w:p>
  </w:footnote>
  <w:footnote w:type="continuationSeparator" w:id="1">
    <w:p w:rsidR="006B252E" w:rsidRDefault="006B252E" w:rsidP="00C67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52E" w:rsidRPr="00C67373" w:rsidRDefault="006B252E" w:rsidP="00C67373">
    <w:pPr>
      <w:pStyle w:val="Header"/>
      <w:jc w:val="center"/>
      <w:rPr>
        <w:rFonts w:ascii="Times New Roman" w:hAnsi="Times New Roman" w:cs="Times New Roman"/>
        <w:b/>
        <w:bCs/>
        <w:i/>
        <w:iCs/>
        <w:sz w:val="48"/>
        <w:szCs w:val="48"/>
        <w:u w:val="single"/>
      </w:rPr>
    </w:pPr>
    <w:r w:rsidRPr="00C67373">
      <w:rPr>
        <w:rFonts w:ascii="Times New Roman" w:hAnsi="Times New Roman" w:cs="Times New Roman"/>
        <w:b/>
        <w:bCs/>
        <w:i/>
        <w:iCs/>
        <w:sz w:val="48"/>
        <w:szCs w:val="48"/>
        <w:u w:val="single"/>
      </w:rPr>
      <w:t>Ken Burns The War</w:t>
    </w:r>
    <w:r>
      <w:rPr>
        <w:rFonts w:ascii="Times New Roman" w:hAnsi="Times New Roman" w:cs="Times New Roman"/>
        <w:b/>
        <w:bCs/>
        <w:i/>
        <w:iCs/>
        <w:sz w:val="48"/>
        <w:szCs w:val="48"/>
        <w:u w:val="single"/>
      </w:rPr>
      <w:t xml:space="preserve">(WWII) </w:t>
    </w:r>
  </w:p>
  <w:p w:rsidR="006B252E" w:rsidRDefault="006B25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479F"/>
    <w:multiLevelType w:val="hybridMultilevel"/>
    <w:tmpl w:val="AB8EF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85488"/>
    <w:multiLevelType w:val="hybridMultilevel"/>
    <w:tmpl w:val="7B40B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5417A"/>
    <w:multiLevelType w:val="hybridMultilevel"/>
    <w:tmpl w:val="29481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038A6"/>
    <w:multiLevelType w:val="hybridMultilevel"/>
    <w:tmpl w:val="0A3E5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16AF9"/>
    <w:multiLevelType w:val="hybridMultilevel"/>
    <w:tmpl w:val="58C6F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31BDB"/>
    <w:multiLevelType w:val="hybridMultilevel"/>
    <w:tmpl w:val="A6F8F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373"/>
    <w:rsid w:val="00057D50"/>
    <w:rsid w:val="00076472"/>
    <w:rsid w:val="00151F50"/>
    <w:rsid w:val="00171925"/>
    <w:rsid w:val="003D143C"/>
    <w:rsid w:val="005D2538"/>
    <w:rsid w:val="00671AA7"/>
    <w:rsid w:val="006A14D7"/>
    <w:rsid w:val="006B252E"/>
    <w:rsid w:val="00712003"/>
    <w:rsid w:val="00755180"/>
    <w:rsid w:val="00763BE9"/>
    <w:rsid w:val="00981FAC"/>
    <w:rsid w:val="00984B50"/>
    <w:rsid w:val="009E6C01"/>
    <w:rsid w:val="00B33ACB"/>
    <w:rsid w:val="00BF6BE8"/>
    <w:rsid w:val="00C67373"/>
    <w:rsid w:val="00FD6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D5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7373"/>
    <w:pPr>
      <w:ind w:left="720"/>
    </w:pPr>
  </w:style>
  <w:style w:type="paragraph" w:styleId="Header">
    <w:name w:val="header"/>
    <w:basedOn w:val="Normal"/>
    <w:link w:val="HeaderChar"/>
    <w:uiPriority w:val="99"/>
    <w:rsid w:val="00C67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373"/>
  </w:style>
  <w:style w:type="paragraph" w:styleId="Footer">
    <w:name w:val="footer"/>
    <w:basedOn w:val="Normal"/>
    <w:link w:val="FooterChar"/>
    <w:uiPriority w:val="99"/>
    <w:semiHidden/>
    <w:rsid w:val="00C67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7373"/>
  </w:style>
  <w:style w:type="paragraph" w:styleId="BalloonText">
    <w:name w:val="Balloon Text"/>
    <w:basedOn w:val="Normal"/>
    <w:link w:val="BalloonTextChar"/>
    <w:uiPriority w:val="99"/>
    <w:semiHidden/>
    <w:rsid w:val="00C67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4</Pages>
  <Words>519</Words>
  <Characters>2963</Characters>
  <Application>Microsoft Office Outlook</Application>
  <DocSecurity>0</DocSecurity>
  <Lines>0</Lines>
  <Paragraphs>0</Paragraphs>
  <ScaleCrop>false</ScaleCrop>
  <Company>RARinc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</dc:creator>
  <cp:keywords/>
  <dc:description/>
  <cp:lastModifiedBy>RPS</cp:lastModifiedBy>
  <cp:revision>6</cp:revision>
  <cp:lastPrinted>2010-03-12T14:36:00Z</cp:lastPrinted>
  <dcterms:created xsi:type="dcterms:W3CDTF">2009-03-23T03:27:00Z</dcterms:created>
  <dcterms:modified xsi:type="dcterms:W3CDTF">2010-03-12T15:53:00Z</dcterms:modified>
</cp:coreProperties>
</file>